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B9484A">
            <w:pPr>
              <w:ind w:left="4385" w:firstLine="71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E846D0" w:rsidRPr="00E846D0" w:rsidRDefault="00E846D0" w:rsidP="00E846D0">
            <w:pPr>
              <w:ind w:firstLine="5103"/>
              <w:rPr>
                <w:rFonts w:eastAsia="Calibri"/>
                <w:szCs w:val="28"/>
              </w:rPr>
            </w:pPr>
            <w:bookmarkStart w:id="0" w:name="_GoBack"/>
            <w:bookmarkEnd w:id="0"/>
            <w:r w:rsidRPr="00E846D0">
              <w:rPr>
                <w:rFonts w:eastAsia="Calibri"/>
                <w:szCs w:val="28"/>
              </w:rPr>
              <w:t>от 22 февраля 2019 года № 407</w:t>
            </w:r>
          </w:p>
          <w:p w:rsidR="00C3442C" w:rsidRPr="001F120C" w:rsidRDefault="00C3442C" w:rsidP="001F120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AA75FA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5CC7" w:rsidRPr="002A7901" w:rsidRDefault="00295CC7" w:rsidP="00CC2D3F">
            <w:pPr>
              <w:rPr>
                <w:szCs w:val="28"/>
                <w:lang w:val="en-US"/>
              </w:rPr>
            </w:pPr>
          </w:p>
        </w:tc>
      </w:tr>
      <w:tr w:rsidR="00AA75FA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  <w:r w:rsidR="00B46B01">
              <w:rPr>
                <w:b/>
                <w:bCs/>
                <w:szCs w:val="28"/>
              </w:rPr>
              <w:t xml:space="preserve">             </w:t>
            </w:r>
            <w:r>
              <w:rPr>
                <w:b/>
                <w:bCs/>
                <w:szCs w:val="28"/>
              </w:rPr>
              <w:t xml:space="preserve"> 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201</w:t>
            </w:r>
            <w:r w:rsidR="001F120C">
              <w:rPr>
                <w:b/>
                <w:bCs/>
                <w:szCs w:val="28"/>
                <w:lang w:val="en-US"/>
              </w:rPr>
              <w:t>9</w:t>
            </w:r>
            <w:r>
              <w:rPr>
                <w:b/>
                <w:bCs/>
                <w:szCs w:val="28"/>
              </w:rPr>
              <w:t xml:space="preserve"> год </w:t>
            </w:r>
          </w:p>
          <w:p w:rsidR="00B46B01" w:rsidRPr="00B46B01" w:rsidRDefault="00B46B01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AA75FA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AA75FA" w:rsidRPr="00805160" w:rsidTr="00805160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805160">
            <w:pPr>
              <w:jc w:val="center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05160">
              <w:rPr>
                <w:b/>
                <w:sz w:val="24"/>
                <w:szCs w:val="24"/>
              </w:rPr>
              <w:t>п</w:t>
            </w:r>
            <w:proofErr w:type="gramEnd"/>
            <w:r w:rsidRPr="0080516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3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805160">
            <w:pPr>
              <w:jc w:val="center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CC2D3F" w:rsidP="00805160">
            <w:pPr>
              <w:jc w:val="center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</w:rPr>
              <w:t>Сумма</w:t>
            </w:r>
          </w:p>
        </w:tc>
      </w:tr>
      <w:tr w:rsidR="00AA75FA" w:rsidRPr="00805160" w:rsidTr="00805160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</w:tr>
      <w:tr w:rsidR="00AA75FA" w:rsidRPr="00805160" w:rsidTr="00805160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</w:tr>
      <w:tr w:rsidR="00AA75FA" w:rsidRPr="00805160" w:rsidTr="00805160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805160" w:rsidRDefault="00C3442C" w:rsidP="00A3425A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</w:rPr>
              <w:t>1</w:t>
            </w:r>
            <w:r w:rsidR="00AA75FA"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5FA" w:rsidRPr="00805160" w:rsidRDefault="00AA75FA" w:rsidP="00D96B4F">
            <w:pPr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805160" w:rsidRDefault="00D96B4F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674,2</w:t>
            </w:r>
          </w:p>
        </w:tc>
      </w:tr>
      <w:tr w:rsidR="00AA75FA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805160" w:rsidRDefault="00C3442C" w:rsidP="00A3425A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2</w:t>
            </w:r>
            <w:r w:rsidR="00AA75FA"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805160" w:rsidRDefault="00C3442C" w:rsidP="00CC2D3F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</w:t>
            </w:r>
            <w:r w:rsidR="00AA75FA" w:rsidRPr="00805160">
              <w:rPr>
                <w:sz w:val="24"/>
                <w:szCs w:val="24"/>
              </w:rPr>
              <w:t>существление отдельных государственных полномочий по пред</w:t>
            </w:r>
            <w:r w:rsidR="00AA75FA" w:rsidRPr="00805160">
              <w:rPr>
                <w:sz w:val="24"/>
                <w:szCs w:val="24"/>
              </w:rPr>
              <w:t>о</w:t>
            </w:r>
            <w:r w:rsidR="00AA75FA" w:rsidRPr="00805160">
              <w:rPr>
                <w:sz w:val="24"/>
                <w:szCs w:val="24"/>
              </w:rPr>
              <w:t>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805160" w:rsidRDefault="00D96B4F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23 299,6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805160" w:rsidRDefault="00352CD9" w:rsidP="008A5D7B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3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D9" w:rsidRPr="00805160" w:rsidRDefault="00352CD9" w:rsidP="00565A46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>те ежемесячных денежных средств на содержание детей-сирот и д</w:t>
            </w:r>
            <w:r w:rsidRPr="00805160">
              <w:rPr>
                <w:sz w:val="24"/>
                <w:szCs w:val="24"/>
              </w:rPr>
              <w:t>е</w:t>
            </w:r>
            <w:r w:rsidRPr="00805160">
              <w:rPr>
                <w:sz w:val="24"/>
                <w:szCs w:val="24"/>
              </w:rPr>
              <w:t>тей, оставшихся без попечения родителей, находящихся под опекой (попечительством), включая предварительную опеку (попечител</w:t>
            </w:r>
            <w:r w:rsidRPr="00805160">
              <w:rPr>
                <w:sz w:val="24"/>
                <w:szCs w:val="24"/>
              </w:rPr>
              <w:t>ь</w:t>
            </w:r>
            <w:r w:rsidRPr="00805160">
              <w:rPr>
                <w:sz w:val="24"/>
                <w:szCs w:val="24"/>
              </w:rPr>
              <w:t>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565A46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46 273,8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805160" w:rsidRDefault="00352CD9" w:rsidP="008A5D7B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4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805160" w:rsidRDefault="00352CD9" w:rsidP="00CC2D3F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>те ежемесячного вознаграждения, причитающегося приемным род</w:t>
            </w:r>
            <w:r w:rsidRPr="00805160">
              <w:rPr>
                <w:sz w:val="24"/>
                <w:szCs w:val="24"/>
              </w:rPr>
              <w:t>и</w:t>
            </w:r>
            <w:r w:rsidRPr="00805160">
              <w:rPr>
                <w:sz w:val="24"/>
                <w:szCs w:val="24"/>
              </w:rPr>
              <w:t>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41 682,8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805160" w:rsidRDefault="00352CD9" w:rsidP="00565A46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5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D9" w:rsidRPr="00805160" w:rsidRDefault="00352CD9" w:rsidP="00565A46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 xml:space="preserve">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805160">
              <w:rPr>
                <w:sz w:val="24"/>
                <w:szCs w:val="24"/>
              </w:rPr>
              <w:t>постинтернатного</w:t>
            </w:r>
            <w:proofErr w:type="spellEnd"/>
            <w:r w:rsidRPr="00805160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565A46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477,1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805160" w:rsidRDefault="00352CD9" w:rsidP="00565A46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6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805160" w:rsidRDefault="00352CD9" w:rsidP="00CC2D3F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>те ежемесячных денежных средств на содержание детей, нужда</w:t>
            </w:r>
            <w:r w:rsidRPr="00805160">
              <w:rPr>
                <w:sz w:val="24"/>
                <w:szCs w:val="24"/>
              </w:rPr>
              <w:t>ю</w:t>
            </w:r>
            <w:r w:rsidRPr="00805160">
              <w:rPr>
                <w:sz w:val="24"/>
                <w:szCs w:val="24"/>
              </w:rPr>
              <w:t>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419,9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805160" w:rsidRDefault="00352CD9" w:rsidP="008A5D7B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7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805160" w:rsidRDefault="00352CD9" w:rsidP="00CC2D3F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обесп</w:t>
            </w:r>
            <w:r w:rsidRPr="00805160">
              <w:rPr>
                <w:sz w:val="24"/>
                <w:szCs w:val="24"/>
              </w:rPr>
              <w:t>е</w:t>
            </w:r>
            <w:r w:rsidRPr="00805160">
              <w:rPr>
                <w:sz w:val="24"/>
                <w:szCs w:val="24"/>
              </w:rPr>
              <w:t>чению выплаты компенсации части родительской платы за пр</w:t>
            </w:r>
            <w:r w:rsidRPr="00805160">
              <w:rPr>
                <w:sz w:val="24"/>
                <w:szCs w:val="24"/>
              </w:rPr>
              <w:t>и</w:t>
            </w:r>
            <w:r w:rsidRPr="00805160">
              <w:rPr>
                <w:sz w:val="24"/>
                <w:szCs w:val="24"/>
              </w:rPr>
              <w:t>смотр и уход за детьми, посещающими образовательные организ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>ции, реализующие образовательную программу дошкольного обр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>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9 372,0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805160" w:rsidRDefault="00352CD9" w:rsidP="008A5D7B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8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805160" w:rsidRDefault="00352CD9" w:rsidP="00CC2D3F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обесп</w:t>
            </w:r>
            <w:r w:rsidRPr="00805160">
              <w:rPr>
                <w:sz w:val="24"/>
                <w:szCs w:val="24"/>
              </w:rPr>
              <w:t>е</w:t>
            </w:r>
            <w:r w:rsidRPr="00805160">
              <w:rPr>
                <w:sz w:val="24"/>
                <w:szCs w:val="24"/>
              </w:rPr>
              <w:t>чению льготным питанием учащихся из многодетных семей в мун</w:t>
            </w:r>
            <w:r w:rsidRPr="00805160">
              <w:rPr>
                <w:sz w:val="24"/>
                <w:szCs w:val="24"/>
              </w:rPr>
              <w:t>и</w:t>
            </w:r>
            <w:r w:rsidRPr="00805160">
              <w:rPr>
                <w:sz w:val="24"/>
                <w:szCs w:val="24"/>
              </w:rPr>
              <w:t>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  <w:lang w:val="en-US"/>
              </w:rPr>
              <w:t>1</w:t>
            </w:r>
            <w:r w:rsidR="00805160" w:rsidRPr="00805160">
              <w:rPr>
                <w:sz w:val="24"/>
                <w:szCs w:val="24"/>
              </w:rPr>
              <w:t xml:space="preserve"> </w:t>
            </w:r>
            <w:r w:rsidRPr="00805160">
              <w:rPr>
                <w:sz w:val="24"/>
                <w:szCs w:val="24"/>
                <w:lang w:val="en-US"/>
              </w:rPr>
              <w:t>111</w:t>
            </w:r>
            <w:r w:rsidRPr="00805160">
              <w:rPr>
                <w:sz w:val="24"/>
                <w:szCs w:val="24"/>
              </w:rPr>
              <w:t>,5</w:t>
            </w:r>
          </w:p>
        </w:tc>
      </w:tr>
      <w:tr w:rsidR="00352CD9" w:rsidRPr="00805160" w:rsidTr="00805160">
        <w:trPr>
          <w:cantSplit/>
          <w:trHeight w:val="29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805160" w:rsidRDefault="00352CD9" w:rsidP="008A5D7B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9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7B37DB">
            <w:pPr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415,0</w:t>
            </w:r>
          </w:p>
        </w:tc>
      </w:tr>
      <w:tr w:rsidR="00352CD9" w:rsidRPr="00805160" w:rsidTr="00805160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D9" w:rsidRPr="00805160" w:rsidRDefault="00352CD9" w:rsidP="00CC2D3F">
            <w:pPr>
              <w:rPr>
                <w:sz w:val="24"/>
                <w:szCs w:val="24"/>
              </w:rPr>
            </w:pP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D9" w:rsidRPr="00805160" w:rsidRDefault="00352CD9" w:rsidP="00CC2D3F">
            <w:pPr>
              <w:rPr>
                <w:b/>
                <w:bCs/>
                <w:sz w:val="24"/>
                <w:szCs w:val="24"/>
              </w:rPr>
            </w:pPr>
            <w:r w:rsidRPr="0080516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CD9" w:rsidRPr="00805160" w:rsidRDefault="00352CD9" w:rsidP="00B9484A">
            <w:pPr>
              <w:jc w:val="right"/>
              <w:rPr>
                <w:b/>
                <w:bCs/>
                <w:sz w:val="24"/>
                <w:szCs w:val="24"/>
              </w:rPr>
            </w:pPr>
            <w:r w:rsidRPr="00805160">
              <w:rPr>
                <w:b/>
                <w:bCs/>
                <w:sz w:val="24"/>
                <w:szCs w:val="24"/>
              </w:rPr>
              <w:t>123 725,9</w:t>
            </w:r>
          </w:p>
        </w:tc>
      </w:tr>
    </w:tbl>
    <w:p w:rsidR="00CA770E" w:rsidRDefault="00CA770E" w:rsidP="007E513A">
      <w:pPr>
        <w:rPr>
          <w:lang w:val="en-US"/>
        </w:rPr>
      </w:pPr>
    </w:p>
    <w:p w:rsidR="007C2561" w:rsidRDefault="007C2561" w:rsidP="007E513A">
      <w:pPr>
        <w:rPr>
          <w:lang w:val="en-US"/>
        </w:rPr>
      </w:pPr>
    </w:p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lastRenderedPageBreak/>
        <w:t xml:space="preserve">образования Новокубанский район                                              </w:t>
      </w:r>
      <w:r w:rsidR="00805160">
        <w:rPr>
          <w:szCs w:val="28"/>
        </w:rPr>
        <w:t xml:space="preserve">     </w:t>
      </w:r>
      <w:r>
        <w:rPr>
          <w:szCs w:val="28"/>
        </w:rPr>
        <w:t xml:space="preserve">   </w:t>
      </w:r>
      <w:proofErr w:type="spellStart"/>
      <w:r>
        <w:rPr>
          <w:szCs w:val="28"/>
        </w:rPr>
        <w:t>Е.В.Афонина</w:t>
      </w:r>
      <w:proofErr w:type="spellEnd"/>
    </w:p>
    <w:sectPr w:rsidR="00627195" w:rsidRPr="00B9484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805160" w:rsidRDefault="007E6C06" w:rsidP="003D4A14">
        <w:pPr>
          <w:pStyle w:val="a3"/>
          <w:jc w:val="center"/>
          <w:rPr>
            <w:sz w:val="24"/>
            <w:szCs w:val="24"/>
          </w:rPr>
        </w:pPr>
        <w:r w:rsidRPr="00805160">
          <w:rPr>
            <w:sz w:val="24"/>
            <w:szCs w:val="24"/>
          </w:rPr>
          <w:fldChar w:fldCharType="begin"/>
        </w:r>
        <w:r w:rsidRPr="00805160">
          <w:rPr>
            <w:sz w:val="24"/>
            <w:szCs w:val="24"/>
          </w:rPr>
          <w:instrText xml:space="preserve"> PAGE   \* MERGEFORMAT </w:instrText>
        </w:r>
        <w:r w:rsidRPr="00805160">
          <w:rPr>
            <w:sz w:val="24"/>
            <w:szCs w:val="24"/>
          </w:rPr>
          <w:fldChar w:fldCharType="separate"/>
        </w:r>
        <w:r w:rsidR="00E846D0">
          <w:rPr>
            <w:noProof/>
            <w:sz w:val="24"/>
            <w:szCs w:val="24"/>
          </w:rPr>
          <w:t>2</w:t>
        </w:r>
        <w:r w:rsidRPr="00805160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160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46D0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EA9B0-69F5-4E01-B760-7DEAAA482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292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33</cp:revision>
  <cp:lastPrinted>2018-10-23T09:05:00Z</cp:lastPrinted>
  <dcterms:created xsi:type="dcterms:W3CDTF">2017-09-18T13:02:00Z</dcterms:created>
  <dcterms:modified xsi:type="dcterms:W3CDTF">2019-05-23T10:03:00Z</dcterms:modified>
</cp:coreProperties>
</file>